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527B1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1B43365" w14:textId="77777777" w:rsidTr="00146EEC">
        <w:tc>
          <w:tcPr>
            <w:tcW w:w="2689" w:type="dxa"/>
          </w:tcPr>
          <w:p w14:paraId="12490F9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7E75BA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2E7FE1" w14:paraId="06C08996" w14:textId="77777777" w:rsidTr="00146EEC">
        <w:tc>
          <w:tcPr>
            <w:tcW w:w="2689" w:type="dxa"/>
          </w:tcPr>
          <w:p w14:paraId="0A0DE841" w14:textId="730B0B12" w:rsidR="002E7FE1" w:rsidRPr="0091548A" w:rsidRDefault="002E7FE1" w:rsidP="0091548A">
            <w:r>
              <w:t xml:space="preserve">Release </w:t>
            </w:r>
            <w:r w:rsidR="00632060">
              <w:t>1</w:t>
            </w:r>
          </w:p>
        </w:tc>
        <w:tc>
          <w:tcPr>
            <w:tcW w:w="6939" w:type="dxa"/>
          </w:tcPr>
          <w:p w14:paraId="5293AF7F" w14:textId="548E143C" w:rsidR="002E7FE1" w:rsidRPr="0091548A" w:rsidRDefault="002E7FE1" w:rsidP="0091548A">
            <w:r w:rsidRPr="009D468D">
              <w:t>This version released with FWP Forest and Wood Products Training Package Version</w:t>
            </w:r>
            <w:r>
              <w:t xml:space="preserve"> 6.0</w:t>
            </w:r>
          </w:p>
        </w:tc>
      </w:tr>
    </w:tbl>
    <w:p w14:paraId="60125A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15ED6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B18F198" w14:textId="58AA389E" w:rsidR="00F1480E" w:rsidRPr="000754EC" w:rsidRDefault="00AB5133" w:rsidP="000754EC">
            <w:pPr>
              <w:pStyle w:val="SIUNITCODE"/>
            </w:pPr>
            <w:r w:rsidRPr="00AB5133">
              <w:t>FWPCO</w:t>
            </w:r>
            <w:r w:rsidR="00D96F32">
              <w:t>T2</w:t>
            </w:r>
            <w:r w:rsidR="004F4930">
              <w:t>XXX</w:t>
            </w:r>
          </w:p>
        </w:tc>
        <w:tc>
          <w:tcPr>
            <w:tcW w:w="3604" w:type="pct"/>
            <w:shd w:val="clear" w:color="auto" w:fill="auto"/>
          </w:tcPr>
          <w:p w14:paraId="46F917E1" w14:textId="415A23A5" w:rsidR="00F1480E" w:rsidRPr="000754EC" w:rsidRDefault="00D96F32" w:rsidP="000754EC">
            <w:pPr>
              <w:pStyle w:val="SIUnittitle"/>
            </w:pPr>
            <w:r w:rsidRPr="00D96F32">
              <w:t>Stack and bind material</w:t>
            </w:r>
          </w:p>
        </w:tc>
      </w:tr>
      <w:tr w:rsidR="00F1480E" w:rsidRPr="00963A46" w14:paraId="35F7A479" w14:textId="77777777" w:rsidTr="00CA2922">
        <w:tc>
          <w:tcPr>
            <w:tcW w:w="1396" w:type="pct"/>
            <w:shd w:val="clear" w:color="auto" w:fill="auto"/>
          </w:tcPr>
          <w:p w14:paraId="2D415A0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F271DE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3CBD831" w14:textId="7468B892" w:rsidR="00D96F32" w:rsidRPr="00D96F32" w:rsidRDefault="00D96F32" w:rsidP="00D96F32">
            <w:pPr>
              <w:pStyle w:val="SIText"/>
            </w:pPr>
            <w:r w:rsidRPr="00D96F32">
              <w:t xml:space="preserve">This unit of competency describes the </w:t>
            </w:r>
            <w:r w:rsidR="00A8272D">
              <w:t>skills and knowledge</w:t>
            </w:r>
            <w:r w:rsidR="00A8272D" w:rsidRPr="00D96F32">
              <w:t xml:space="preserve"> </w:t>
            </w:r>
            <w:r w:rsidRPr="00D96F32">
              <w:t>required to stack material, manually build packs and apply strapping and wrapping</w:t>
            </w:r>
            <w:r w:rsidR="00277401">
              <w:t xml:space="preserve"> </w:t>
            </w:r>
            <w:r w:rsidRPr="00D96F32">
              <w:t>in a wood products factory setting.</w:t>
            </w:r>
          </w:p>
          <w:p w14:paraId="08DFFE49" w14:textId="378A9192" w:rsidR="00D96F32" w:rsidRPr="00D96F32" w:rsidRDefault="00D96F32" w:rsidP="00D96F32">
            <w:pPr>
              <w:pStyle w:val="SIText"/>
            </w:pPr>
            <w:r w:rsidRPr="00D96F32">
              <w:t xml:space="preserve">The unit applies to </w:t>
            </w:r>
            <w:r w:rsidR="00065781">
              <w:t>s</w:t>
            </w:r>
            <w:r w:rsidRPr="00D96F32">
              <w:t xml:space="preserve">awmill </w:t>
            </w:r>
            <w:r w:rsidR="00065781">
              <w:t>w</w:t>
            </w:r>
            <w:r w:rsidRPr="00D96F32">
              <w:t>orker</w:t>
            </w:r>
            <w:r w:rsidR="00337F69">
              <w:t>s</w:t>
            </w:r>
            <w:r w:rsidRPr="00D96F32">
              <w:t xml:space="preserve">, </w:t>
            </w:r>
            <w:r w:rsidR="004D11A9">
              <w:t>p</w:t>
            </w:r>
            <w:r w:rsidRPr="00D96F32">
              <w:t xml:space="preserve">roduction </w:t>
            </w:r>
            <w:r w:rsidR="004D11A9">
              <w:t>w</w:t>
            </w:r>
            <w:r w:rsidRPr="00D96F32">
              <w:t>orker</w:t>
            </w:r>
            <w:r w:rsidR="009659AF">
              <w:t>s</w:t>
            </w:r>
            <w:r w:rsidRPr="00D96F32">
              <w:t xml:space="preserve">, </w:t>
            </w:r>
            <w:r w:rsidR="00B047B1">
              <w:t xml:space="preserve">or </w:t>
            </w:r>
            <w:r w:rsidR="004D11A9">
              <w:t>m</w:t>
            </w:r>
            <w:r w:rsidRPr="00D96F32">
              <w:t xml:space="preserve">anufacturing </w:t>
            </w:r>
            <w:r w:rsidR="004D11A9">
              <w:t>a</w:t>
            </w:r>
            <w:r w:rsidRPr="00D96F32">
              <w:t>ssistant</w:t>
            </w:r>
            <w:r w:rsidR="008B7B97">
              <w:t>s</w:t>
            </w:r>
            <w:r w:rsidRPr="00D96F32">
              <w:t>.</w:t>
            </w:r>
          </w:p>
          <w:p w14:paraId="37F9EC6D" w14:textId="77009F5C" w:rsidR="00AD3EDC" w:rsidRDefault="00AD3EDC" w:rsidP="00D96F32">
            <w:r>
              <w:t xml:space="preserve">This unit is suitable </w:t>
            </w:r>
            <w:r w:rsidR="00F022B9">
              <w:t>for those with the knowledge and skills to undertake specified activities under the direction of more experienced workers.</w:t>
            </w:r>
          </w:p>
          <w:p w14:paraId="216189FE" w14:textId="59FF5B70" w:rsidR="00373436" w:rsidRPr="000754EC" w:rsidRDefault="00D96F32" w:rsidP="00D96F32">
            <w:r w:rsidRPr="00D96F32">
              <w:t>No licensing, legislative</w:t>
            </w:r>
            <w:r w:rsidR="00033BE5">
              <w:t xml:space="preserve"> </w:t>
            </w:r>
            <w:r w:rsidRPr="00D96F32">
              <w:t>or certification requirements apply to this unit at the time of publication.</w:t>
            </w:r>
          </w:p>
        </w:tc>
      </w:tr>
      <w:tr w:rsidR="00F1480E" w:rsidRPr="00963A46" w14:paraId="4164D273" w14:textId="77777777" w:rsidTr="00CA2922">
        <w:tc>
          <w:tcPr>
            <w:tcW w:w="1396" w:type="pct"/>
            <w:shd w:val="clear" w:color="auto" w:fill="auto"/>
          </w:tcPr>
          <w:p w14:paraId="786D8F9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E29B72C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4857874" w14:textId="77777777" w:rsidTr="00CA2922">
        <w:tc>
          <w:tcPr>
            <w:tcW w:w="1396" w:type="pct"/>
            <w:shd w:val="clear" w:color="auto" w:fill="auto"/>
          </w:tcPr>
          <w:p w14:paraId="53EA59D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9A9DCBA" w14:textId="3463C9E1" w:rsidR="00F1480E" w:rsidRPr="000754EC" w:rsidRDefault="00D96F32" w:rsidP="00AB5133">
            <w:pPr>
              <w:pStyle w:val="SIText"/>
            </w:pPr>
            <w:r>
              <w:t xml:space="preserve">Common </w:t>
            </w:r>
            <w:r w:rsidR="008E7ECB">
              <w:t>t</w:t>
            </w:r>
            <w:r>
              <w:t>echnical</w:t>
            </w:r>
            <w:r w:rsidR="00B20889">
              <w:t xml:space="preserve"> (COT)</w:t>
            </w:r>
          </w:p>
        </w:tc>
      </w:tr>
    </w:tbl>
    <w:p w14:paraId="1F6ACC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A4D30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30C2E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CB284F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DFB46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940636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3302B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96F32" w:rsidRPr="00963A46" w14:paraId="141600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BB1CF6" w14:textId="02A959E7" w:rsidR="00D96F32" w:rsidRPr="00D96F32" w:rsidRDefault="00D96F32" w:rsidP="00D96F32">
            <w:r w:rsidRPr="00D96F32">
              <w:t>1. Identify material</w:t>
            </w:r>
          </w:p>
        </w:tc>
        <w:tc>
          <w:tcPr>
            <w:tcW w:w="3604" w:type="pct"/>
            <w:shd w:val="clear" w:color="auto" w:fill="auto"/>
          </w:tcPr>
          <w:p w14:paraId="03FE9964" w14:textId="14F7FD4A" w:rsidR="00D96F32" w:rsidRPr="00D96F32" w:rsidRDefault="00D96F32" w:rsidP="00D96F32">
            <w:r w:rsidRPr="00D96F32">
              <w:t xml:space="preserve">1.1 </w:t>
            </w:r>
            <w:r w:rsidR="007E45EA" w:rsidRPr="00D96F32">
              <w:t>Re</w:t>
            </w:r>
            <w:r w:rsidR="007E45EA">
              <w:t>ad</w:t>
            </w:r>
            <w:r w:rsidR="007E45EA" w:rsidRPr="00D96F32">
              <w:t xml:space="preserve"> </w:t>
            </w:r>
            <w:r w:rsidR="00B5047B">
              <w:t xml:space="preserve">and interpret </w:t>
            </w:r>
            <w:r w:rsidRPr="00D96F32">
              <w:t xml:space="preserve">work order </w:t>
            </w:r>
            <w:r w:rsidR="000432A8">
              <w:t xml:space="preserve">to identify on-site timber stack plan </w:t>
            </w:r>
            <w:r w:rsidRPr="00D96F32">
              <w:t xml:space="preserve">and where required </w:t>
            </w:r>
            <w:r w:rsidR="007E45EA" w:rsidRPr="00D96F32">
              <w:t>c</w:t>
            </w:r>
            <w:r w:rsidR="007E45EA">
              <w:t>onfirm</w:t>
            </w:r>
            <w:r w:rsidR="007E45EA" w:rsidRPr="00D96F32">
              <w:t xml:space="preserve"> </w:t>
            </w:r>
            <w:r w:rsidRPr="00D96F32">
              <w:t>with appropriate person</w:t>
            </w:r>
          </w:p>
          <w:p w14:paraId="4AF187DC" w14:textId="7DDE03D9" w:rsidR="00737103" w:rsidRDefault="00D96F32" w:rsidP="00D96F32">
            <w:r w:rsidRPr="00D96F32">
              <w:t xml:space="preserve">1.2 </w:t>
            </w:r>
            <w:r w:rsidR="00737103">
              <w:t>Identify and follow workplace safety and traffic management requirements</w:t>
            </w:r>
          </w:p>
          <w:p w14:paraId="5D66C728" w14:textId="494699F0" w:rsidR="000432A8" w:rsidRDefault="00737103" w:rsidP="00D96F32">
            <w:r>
              <w:t xml:space="preserve">1.3 </w:t>
            </w:r>
            <w:r w:rsidR="000432A8">
              <w:t xml:space="preserve">Conduct a risk assessment </w:t>
            </w:r>
            <w:r w:rsidR="009B56AC">
              <w:t>and apply control measures to ensure safety to self and others and avoid loss of materials</w:t>
            </w:r>
          </w:p>
          <w:p w14:paraId="594F39A3" w14:textId="248E9D3B" w:rsidR="00D96F32" w:rsidRPr="00D96F32" w:rsidRDefault="009B56AC" w:rsidP="00D96F32">
            <w:r>
              <w:t>1.</w:t>
            </w:r>
            <w:r w:rsidR="00737103">
              <w:t>4</w:t>
            </w:r>
            <w:r>
              <w:t xml:space="preserve"> </w:t>
            </w:r>
            <w:r w:rsidR="000E3F77" w:rsidRPr="00D96F32">
              <w:t xml:space="preserve">Inspect and check the type, quantity and quality of material to be packed for grading and labelling </w:t>
            </w:r>
          </w:p>
          <w:p w14:paraId="44B666D3" w14:textId="0E329470" w:rsidR="00BD2D15" w:rsidRDefault="00D96F32" w:rsidP="000E3F77">
            <w:r w:rsidRPr="00D96F32">
              <w:t>1.</w:t>
            </w:r>
            <w:r w:rsidR="00737103">
              <w:t>5</w:t>
            </w:r>
            <w:r w:rsidR="00737103" w:rsidRPr="00D96F32">
              <w:t xml:space="preserve"> </w:t>
            </w:r>
            <w:r w:rsidR="00BD2D15" w:rsidRPr="00D96F32">
              <w:t xml:space="preserve">Identify limitations in building packs in line with </w:t>
            </w:r>
            <w:r w:rsidR="00BD2D15">
              <w:t>workplace requirements</w:t>
            </w:r>
          </w:p>
          <w:p w14:paraId="4778839F" w14:textId="77777777" w:rsidR="006B651A" w:rsidRDefault="00737103" w:rsidP="000E3F77">
            <w:r>
              <w:t xml:space="preserve">1.6 </w:t>
            </w:r>
            <w:r w:rsidR="000E3F77" w:rsidRPr="00D96F32">
              <w:t>Select</w:t>
            </w:r>
            <w:r w:rsidR="000E3F77">
              <w:t>, fit and use</w:t>
            </w:r>
            <w:r w:rsidR="000E3F77" w:rsidRPr="00D96F32">
              <w:t xml:space="preserve"> appropriate personal protective equipment </w:t>
            </w:r>
            <w:r w:rsidR="000E3F77">
              <w:t xml:space="preserve">(PPE) </w:t>
            </w:r>
          </w:p>
          <w:p w14:paraId="46D92966" w14:textId="3E81990D" w:rsidR="00D96F32" w:rsidRPr="00D96F32" w:rsidRDefault="006B651A" w:rsidP="000E3F77">
            <w:r>
              <w:t xml:space="preserve">1.7 Select and use appropriate methods of communication to ensure onsite safety and product quality </w:t>
            </w:r>
          </w:p>
        </w:tc>
      </w:tr>
      <w:tr w:rsidR="00D96F32" w:rsidRPr="00963A46" w14:paraId="4FE84B7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1FFA8A" w14:textId="74D9D569" w:rsidR="00D96F32" w:rsidRPr="00D96F32" w:rsidRDefault="00D96F32" w:rsidP="00D96F32">
            <w:r w:rsidRPr="00D96F32">
              <w:t>2. Build packs manually</w:t>
            </w:r>
          </w:p>
        </w:tc>
        <w:tc>
          <w:tcPr>
            <w:tcW w:w="3604" w:type="pct"/>
            <w:shd w:val="clear" w:color="auto" w:fill="auto"/>
          </w:tcPr>
          <w:p w14:paraId="006F3AB2" w14:textId="3B693C17" w:rsidR="00D916E2" w:rsidRDefault="00D96F32" w:rsidP="00D96F32">
            <w:r w:rsidRPr="00D96F32">
              <w:t xml:space="preserve">2.1 </w:t>
            </w:r>
            <w:r w:rsidR="00D916E2" w:rsidRPr="00D96F32">
              <w:t xml:space="preserve">Check </w:t>
            </w:r>
            <w:r w:rsidR="00B4303C">
              <w:t xml:space="preserve">labelled </w:t>
            </w:r>
            <w:r w:rsidR="00D916E2" w:rsidRPr="00D96F32">
              <w:t xml:space="preserve">material tallies against </w:t>
            </w:r>
            <w:r w:rsidR="00B4303C">
              <w:t xml:space="preserve">delivery or job description requirements </w:t>
            </w:r>
          </w:p>
          <w:p w14:paraId="54E4E130" w14:textId="4F331319" w:rsidR="00737103" w:rsidRDefault="00B4303C" w:rsidP="00D96F32">
            <w:r>
              <w:t xml:space="preserve">2.2 </w:t>
            </w:r>
            <w:r w:rsidR="00737103">
              <w:t>Select appropriate</w:t>
            </w:r>
            <w:r w:rsidR="00737103" w:rsidRPr="00D96F32">
              <w:t xml:space="preserve"> bearers </w:t>
            </w:r>
            <w:r w:rsidR="00CE53BB">
              <w:t xml:space="preserve">to create sufficient space for mechanical lifting equipment </w:t>
            </w:r>
          </w:p>
          <w:p w14:paraId="10700918" w14:textId="72A8F0FA" w:rsidR="00D96F32" w:rsidRPr="00D96F32" w:rsidRDefault="00CE53BB" w:rsidP="00D96F32">
            <w:r>
              <w:t>2.</w:t>
            </w:r>
            <w:r w:rsidR="00B4303C">
              <w:t>3</w:t>
            </w:r>
            <w:r>
              <w:t xml:space="preserve"> </w:t>
            </w:r>
            <w:r w:rsidR="00D96F32" w:rsidRPr="00D96F32">
              <w:t xml:space="preserve">Build </w:t>
            </w:r>
            <w:r>
              <w:t>st</w:t>
            </w:r>
            <w:r w:rsidRPr="00D96F32">
              <w:t xml:space="preserve">acks </w:t>
            </w:r>
            <w:r>
              <w:t>and re</w:t>
            </w:r>
            <w:r w:rsidR="00B4303C">
              <w:t>s</w:t>
            </w:r>
            <w:r>
              <w:t>t</w:t>
            </w:r>
            <w:r w:rsidR="00B4303C">
              <w:t>r</w:t>
            </w:r>
            <w:r>
              <w:t xml:space="preserve">ain timber </w:t>
            </w:r>
            <w:r w:rsidR="00D96F32" w:rsidRPr="00D96F32">
              <w:t xml:space="preserve">in line with </w:t>
            </w:r>
            <w:r w:rsidR="000F48EB">
              <w:t>workplace</w:t>
            </w:r>
            <w:r w:rsidR="000F48EB" w:rsidRPr="00D96F32">
              <w:t xml:space="preserve"> </w:t>
            </w:r>
            <w:r w:rsidR="00D96F32" w:rsidRPr="00D96F32">
              <w:t>safety procedures</w:t>
            </w:r>
          </w:p>
          <w:p w14:paraId="4018D902" w14:textId="258D4F30" w:rsidR="00B4303C" w:rsidRPr="00D96F32" w:rsidRDefault="00D96F32" w:rsidP="00D96F32">
            <w:r w:rsidRPr="00D96F32">
              <w:t>2.</w:t>
            </w:r>
            <w:r w:rsidR="00B4303C">
              <w:t>4</w:t>
            </w:r>
            <w:r w:rsidR="00B4303C" w:rsidRPr="00D96F32">
              <w:t xml:space="preserve"> </w:t>
            </w:r>
            <w:r w:rsidRPr="00D96F32">
              <w:t>Place specified spacing sticks and protective strips squarely, evenly and consistently</w:t>
            </w:r>
            <w:r w:rsidR="00B4303C">
              <w:t xml:space="preserve"> throughout the stacks</w:t>
            </w:r>
          </w:p>
          <w:p w14:paraId="3117BA82" w14:textId="2AF13F59" w:rsidR="00D96F32" w:rsidRPr="00D96F32" w:rsidRDefault="00B4303C" w:rsidP="00D96F32">
            <w:r>
              <w:t>2.5 Manage maximum height, width and length of stacks in line with workplace safety requirements</w:t>
            </w:r>
          </w:p>
          <w:p w14:paraId="765AE929" w14:textId="261B04E8" w:rsidR="00D96F32" w:rsidRPr="00D96F32" w:rsidRDefault="00D96F32" w:rsidP="00D96F32">
            <w:r w:rsidRPr="00D96F32">
              <w:t>2.</w:t>
            </w:r>
            <w:r w:rsidR="00B4303C">
              <w:t>4</w:t>
            </w:r>
            <w:r w:rsidR="00B4303C" w:rsidRPr="00D96F32">
              <w:t xml:space="preserve"> </w:t>
            </w:r>
            <w:r w:rsidRPr="00D96F32">
              <w:t xml:space="preserve">Dispose of faulty material and bearers in line with </w:t>
            </w:r>
            <w:r w:rsidR="00DA6C3B">
              <w:t xml:space="preserve">workplace and </w:t>
            </w:r>
            <w:r w:rsidRPr="00D96F32">
              <w:t>environmental</w:t>
            </w:r>
            <w:r w:rsidR="008202C2">
              <w:t xml:space="preserve"> requirements</w:t>
            </w:r>
          </w:p>
          <w:p w14:paraId="1DF4B59F" w14:textId="6ADD6924" w:rsidR="00D96F32" w:rsidRPr="00D96F32" w:rsidRDefault="00D96F32" w:rsidP="00BD2D15">
            <w:r w:rsidRPr="00D96F32">
              <w:t xml:space="preserve">2.6 Label finished packs in line with </w:t>
            </w:r>
            <w:r w:rsidR="008202C2">
              <w:t>workplace</w:t>
            </w:r>
            <w:r w:rsidR="008202C2" w:rsidRPr="00D96F32">
              <w:t xml:space="preserve"> </w:t>
            </w:r>
            <w:r w:rsidRPr="00D96F32">
              <w:t>procedures</w:t>
            </w:r>
          </w:p>
        </w:tc>
      </w:tr>
      <w:tr w:rsidR="00D96F32" w:rsidRPr="00963A46" w14:paraId="7108366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DA3C3C6" w14:textId="6C472CB0" w:rsidR="00D96F32" w:rsidRPr="00D96F32" w:rsidRDefault="00D96F32" w:rsidP="00D96F32">
            <w:r w:rsidRPr="00D96F32">
              <w:t>3. Strap and wrap packs</w:t>
            </w:r>
          </w:p>
        </w:tc>
        <w:tc>
          <w:tcPr>
            <w:tcW w:w="3604" w:type="pct"/>
            <w:shd w:val="clear" w:color="auto" w:fill="auto"/>
          </w:tcPr>
          <w:p w14:paraId="31CD1BF8" w14:textId="4B176F15" w:rsidR="00D96F32" w:rsidRPr="00D96F32" w:rsidRDefault="00D96F32" w:rsidP="00D96F32">
            <w:r w:rsidRPr="00D96F32">
              <w:t xml:space="preserve">3.1 Strap and wrap finished packs in line with </w:t>
            </w:r>
            <w:r w:rsidR="00BD2D15">
              <w:t>workplace requirements</w:t>
            </w:r>
          </w:p>
          <w:p w14:paraId="24B6D077" w14:textId="7C37F5ED" w:rsidR="00D96F32" w:rsidRPr="00D96F32" w:rsidRDefault="00D96F32" w:rsidP="00D96F32">
            <w:r w:rsidRPr="00D96F32">
              <w:t>3.2 Avoid wastage of strapping and packaging materials and maximise use of recycled materials</w:t>
            </w:r>
          </w:p>
          <w:p w14:paraId="14681C45" w14:textId="62472118" w:rsidR="00D96F32" w:rsidRPr="00D96F32" w:rsidRDefault="00D96F32" w:rsidP="00D96F32">
            <w:r w:rsidRPr="00D96F32">
              <w:t>3.3 Tighten straps to prevent component slippage</w:t>
            </w:r>
            <w:r w:rsidR="00DA6C3B">
              <w:t xml:space="preserve"> and avoid damage to materials and</w:t>
            </w:r>
            <w:r w:rsidRPr="00D96F32">
              <w:t xml:space="preserve"> strap breakage</w:t>
            </w:r>
          </w:p>
          <w:p w14:paraId="79113348" w14:textId="5DCD7567" w:rsidR="00D96F32" w:rsidRPr="00D96F32" w:rsidRDefault="00D96F32" w:rsidP="00D96F32">
            <w:r w:rsidRPr="00D96F32">
              <w:t>3.4 Dispose of excess packing material in line with</w:t>
            </w:r>
            <w:r w:rsidR="00DA6C3B">
              <w:t xml:space="preserve"> workplace and</w:t>
            </w:r>
            <w:r w:rsidRPr="00D96F32">
              <w:t xml:space="preserve"> environmental </w:t>
            </w:r>
            <w:r w:rsidR="00DA6C3B">
              <w:t>requirements</w:t>
            </w:r>
          </w:p>
          <w:p w14:paraId="672E29D8" w14:textId="2E1DC889" w:rsidR="00D96F32" w:rsidRPr="00D96F32" w:rsidRDefault="00D96F32" w:rsidP="00D96F32">
            <w:r w:rsidRPr="00D96F32">
              <w:t>3.5 Record and report production</w:t>
            </w:r>
            <w:r w:rsidR="00BE5259">
              <w:t xml:space="preserve"> problems,</w:t>
            </w:r>
            <w:r w:rsidRPr="00D96F32">
              <w:t xml:space="preserve"> outcomes and equipment faults to appropriate person</w:t>
            </w:r>
          </w:p>
        </w:tc>
      </w:tr>
    </w:tbl>
    <w:p w14:paraId="49EC7459" w14:textId="77777777" w:rsidR="005F771F" w:rsidRPr="000754EC" w:rsidRDefault="005F771F" w:rsidP="000754EC">
      <w:r>
        <w:br w:type="page"/>
      </w:r>
    </w:p>
    <w:p w14:paraId="0F3859F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241603A" w14:textId="77777777" w:rsidTr="00CA2922">
        <w:trPr>
          <w:tblHeader/>
        </w:trPr>
        <w:tc>
          <w:tcPr>
            <w:tcW w:w="5000" w:type="pct"/>
            <w:gridSpan w:val="2"/>
          </w:tcPr>
          <w:p w14:paraId="7FDF43B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334F90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3696CEB" w14:textId="77777777" w:rsidTr="00CA2922">
        <w:trPr>
          <w:tblHeader/>
        </w:trPr>
        <w:tc>
          <w:tcPr>
            <w:tcW w:w="1396" w:type="pct"/>
          </w:tcPr>
          <w:p w14:paraId="711541C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789255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713B9" w:rsidRPr="00336FCA" w:rsidDel="00423CB2" w14:paraId="19215DE4" w14:textId="77777777" w:rsidTr="00CA2922">
        <w:tc>
          <w:tcPr>
            <w:tcW w:w="1396" w:type="pct"/>
          </w:tcPr>
          <w:p w14:paraId="67F58BB8" w14:textId="47A2FA9F" w:rsidR="002713B9" w:rsidRDefault="002713B9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51FE0562" w14:textId="03508A3B" w:rsidR="002713B9" w:rsidRPr="000754EC" w:rsidRDefault="002713B9" w:rsidP="00FD1230">
            <w:pPr>
              <w:pStyle w:val="SIBulletList1"/>
              <w:rPr>
                <w:rFonts w:eastAsia="Calibri"/>
              </w:rPr>
            </w:pPr>
            <w:r>
              <w:t>Record routine work information into a record document/form</w:t>
            </w:r>
          </w:p>
        </w:tc>
      </w:tr>
      <w:tr w:rsidR="002713B9" w:rsidRPr="00336FCA" w:rsidDel="00423CB2" w14:paraId="5155B122" w14:textId="77777777" w:rsidTr="00CA2922">
        <w:tc>
          <w:tcPr>
            <w:tcW w:w="1396" w:type="pct"/>
          </w:tcPr>
          <w:p w14:paraId="301BACC6" w14:textId="43D3A318" w:rsidR="002713B9" w:rsidRDefault="002713B9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30C00391" w14:textId="32DC1638" w:rsidR="002713B9" w:rsidRPr="005240E7" w:rsidRDefault="002713B9" w:rsidP="00632060">
            <w:pPr>
              <w:pStyle w:val="SIBulletList1"/>
            </w:pPr>
            <w:r>
              <w:t>A</w:t>
            </w:r>
            <w:r w:rsidRPr="00D96F32">
              <w:t>sk open and closed probe questions and actively listen to clarify contents of work orders</w:t>
            </w:r>
          </w:p>
        </w:tc>
      </w:tr>
    </w:tbl>
    <w:p w14:paraId="5F794EED" w14:textId="77777777" w:rsidR="00916CD7" w:rsidRDefault="00916CD7" w:rsidP="005F771F">
      <w:pPr>
        <w:pStyle w:val="SIText"/>
      </w:pPr>
    </w:p>
    <w:p w14:paraId="4BD5B1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2E68A24" w14:textId="77777777" w:rsidTr="00F33FF2">
        <w:tc>
          <w:tcPr>
            <w:tcW w:w="5000" w:type="pct"/>
            <w:gridSpan w:val="4"/>
          </w:tcPr>
          <w:p w14:paraId="6000346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84B5837" w14:textId="77777777" w:rsidTr="00F33FF2">
        <w:tc>
          <w:tcPr>
            <w:tcW w:w="1028" w:type="pct"/>
          </w:tcPr>
          <w:p w14:paraId="614E483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33453B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97CBB7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130CD9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2BEF9EE" w14:textId="77777777" w:rsidTr="00F33FF2">
        <w:tc>
          <w:tcPr>
            <w:tcW w:w="1028" w:type="pct"/>
          </w:tcPr>
          <w:p w14:paraId="2D8431B0" w14:textId="469A582E" w:rsidR="00041E59" w:rsidRPr="000754EC" w:rsidRDefault="00B047B1" w:rsidP="0091548A">
            <w:pPr>
              <w:pStyle w:val="SIText"/>
            </w:pPr>
            <w:r>
              <w:t>FWPCOT2XXX Stack and bind material</w:t>
            </w:r>
          </w:p>
        </w:tc>
        <w:tc>
          <w:tcPr>
            <w:tcW w:w="1105" w:type="pct"/>
          </w:tcPr>
          <w:p w14:paraId="43730281" w14:textId="213E59A1" w:rsidR="00041E59" w:rsidRPr="000754EC" w:rsidRDefault="00D96F32" w:rsidP="0091548A">
            <w:pPr>
              <w:pStyle w:val="SIText"/>
            </w:pPr>
            <w:r w:rsidRPr="00D96F32">
              <w:t>FWPCOT2201 Stack and bind material</w:t>
            </w:r>
          </w:p>
        </w:tc>
        <w:tc>
          <w:tcPr>
            <w:tcW w:w="1251" w:type="pct"/>
          </w:tcPr>
          <w:p w14:paraId="2F0C8C77" w14:textId="77777777" w:rsidR="00041E59" w:rsidRDefault="002E7FE1" w:rsidP="000754EC">
            <w:pPr>
              <w:pStyle w:val="SIText"/>
            </w:pPr>
            <w:r>
              <w:t>Application clarified</w:t>
            </w:r>
          </w:p>
          <w:p w14:paraId="5F98BA53" w14:textId="2A786109" w:rsidR="002E7FE1" w:rsidRDefault="002E7FE1" w:rsidP="000754EC">
            <w:pPr>
              <w:pStyle w:val="SIText"/>
            </w:pPr>
            <w:r>
              <w:t>Performance Criteria sequenced and strengthened</w:t>
            </w:r>
          </w:p>
          <w:p w14:paraId="4C1DDDCE" w14:textId="645A2902" w:rsidR="002E7FE1" w:rsidRDefault="002E7FE1" w:rsidP="000754EC">
            <w:pPr>
              <w:pStyle w:val="SIText"/>
            </w:pPr>
            <w:r>
              <w:t xml:space="preserve">Foundation Skills </w:t>
            </w:r>
            <w:r w:rsidR="00A771A5">
              <w:t>and</w:t>
            </w:r>
          </w:p>
          <w:p w14:paraId="2E33F956" w14:textId="0130E716" w:rsidR="002E7FE1" w:rsidRPr="000754EC" w:rsidRDefault="002E7FE1" w:rsidP="000754EC">
            <w:pPr>
              <w:pStyle w:val="SIText"/>
            </w:pPr>
            <w:r>
              <w:t>Assessment Requirements updated</w:t>
            </w:r>
          </w:p>
        </w:tc>
        <w:tc>
          <w:tcPr>
            <w:tcW w:w="1616" w:type="pct"/>
          </w:tcPr>
          <w:p w14:paraId="1AF1365B" w14:textId="20FE1E94" w:rsidR="00916CD7" w:rsidRPr="000754EC" w:rsidRDefault="002E7FE1" w:rsidP="000754EC">
            <w:pPr>
              <w:pStyle w:val="SIText"/>
            </w:pPr>
            <w:r>
              <w:t>Equivalent unit</w:t>
            </w:r>
          </w:p>
        </w:tc>
      </w:tr>
    </w:tbl>
    <w:p w14:paraId="6386F421" w14:textId="0F7581DB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F1480E" w:rsidRPr="00A55106" w14:paraId="6E99C519" w14:textId="77777777" w:rsidTr="00632060">
        <w:tc>
          <w:tcPr>
            <w:tcW w:w="1028" w:type="pct"/>
            <w:shd w:val="clear" w:color="auto" w:fill="auto"/>
          </w:tcPr>
          <w:p w14:paraId="4B50799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2" w:type="pct"/>
            <w:shd w:val="clear" w:color="auto" w:fill="auto"/>
          </w:tcPr>
          <w:p w14:paraId="695498DF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6D79A41C" w14:textId="1EA3CB3B" w:rsidR="00F1480E" w:rsidRPr="000754EC" w:rsidRDefault="00AB5133" w:rsidP="00E40225">
            <w:pPr>
              <w:pStyle w:val="SIText"/>
            </w:pPr>
            <w:r w:rsidRPr="00AB5133">
              <w:t>https://vetnet.gov.au/Pages/TrainingDocs.aspx?q=0d96fe23-5747-4c01-9d6f-3509ff8d3d47</w:t>
            </w:r>
          </w:p>
        </w:tc>
      </w:tr>
    </w:tbl>
    <w:p w14:paraId="1C2B44E6" w14:textId="77777777" w:rsidR="00F1480E" w:rsidRDefault="00F1480E" w:rsidP="005F771F">
      <w:pPr>
        <w:pStyle w:val="SIText"/>
      </w:pPr>
    </w:p>
    <w:p w14:paraId="42FEE5E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66AA96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C77BA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AE0A019" w14:textId="404D2D33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D96F32" w:rsidRPr="00D96F32">
              <w:t>FWPCOT2</w:t>
            </w:r>
            <w:r w:rsidR="004F4930">
              <w:t>XXX</w:t>
            </w:r>
            <w:r w:rsidR="00D96F32" w:rsidRPr="00D96F32">
              <w:t xml:space="preserve"> Stack and bind material</w:t>
            </w:r>
          </w:p>
        </w:tc>
      </w:tr>
      <w:tr w:rsidR="00556C4C" w:rsidRPr="00A55106" w14:paraId="334A5AC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4F2022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01559B0" w14:textId="77777777" w:rsidTr="00113678">
        <w:tc>
          <w:tcPr>
            <w:tcW w:w="5000" w:type="pct"/>
            <w:gridSpan w:val="2"/>
            <w:shd w:val="clear" w:color="auto" w:fill="auto"/>
          </w:tcPr>
          <w:p w14:paraId="2C234E07" w14:textId="3F0A537F" w:rsidR="002D3E63" w:rsidRDefault="00EE5F47" w:rsidP="00D96F32">
            <w:pPr>
              <w:pStyle w:val="SIText"/>
            </w:pPr>
            <w:r w:rsidRPr="001A46FE">
              <w:t>A</w:t>
            </w:r>
            <w:r w:rsidR="000E1E36">
              <w:t>n individual</w:t>
            </w:r>
            <w:r w:rsidRPr="001A46FE">
              <w:t xml:space="preserve"> demonstrating competency in this unit must satisfy all of the elements</w:t>
            </w:r>
            <w:r>
              <w:t xml:space="preserve"> and</w:t>
            </w:r>
            <w:r w:rsidRPr="001A46FE">
              <w:t xml:space="preserve"> performance criteria </w:t>
            </w:r>
            <w:r>
              <w:t>in this unit.</w:t>
            </w:r>
          </w:p>
          <w:p w14:paraId="65873576" w14:textId="02F5C6A6" w:rsidR="00D96F32" w:rsidRPr="00D96F32" w:rsidRDefault="002D3E63" w:rsidP="00D96F32">
            <w:pPr>
              <w:pStyle w:val="SIText"/>
            </w:pPr>
            <w:r>
              <w:t xml:space="preserve">There must be evidence that the individual has stacked and bound three </w:t>
            </w:r>
            <w:r w:rsidR="00DA5575">
              <w:t xml:space="preserve">different </w:t>
            </w:r>
            <w:r>
              <w:t>product</w:t>
            </w:r>
            <w:r w:rsidR="00DA5575">
              <w:t xml:space="preserve"> packages and has:</w:t>
            </w:r>
            <w:r>
              <w:t xml:space="preserve"> </w:t>
            </w:r>
          </w:p>
          <w:p w14:paraId="57B95BB0" w14:textId="77777777" w:rsidR="00175E81" w:rsidRDefault="00291D9B" w:rsidP="00291D9B">
            <w:pPr>
              <w:pStyle w:val="SIBulletList1"/>
            </w:pPr>
            <w:r>
              <w:t>built</w:t>
            </w:r>
            <w:r w:rsidRPr="00D96F32">
              <w:t xml:space="preserve"> packs manually following </w:t>
            </w:r>
            <w:r>
              <w:t>workplace requirements</w:t>
            </w:r>
            <w:r w:rsidRPr="00D96F32">
              <w:t xml:space="preserve"> for dimension, component numbers, end and vertical alignment and bearer quality</w:t>
            </w:r>
          </w:p>
          <w:p w14:paraId="17369730" w14:textId="29D2780B" w:rsidR="00D96F32" w:rsidRPr="00D96F32" w:rsidRDefault="00175E81" w:rsidP="00291D9B">
            <w:pPr>
              <w:pStyle w:val="SIBulletList1"/>
            </w:pPr>
            <w:r>
              <w:t>built packs</w:t>
            </w:r>
            <w:r w:rsidR="00E30FD5">
              <w:t xml:space="preserve"> allowing adequate space for mechanical lifting and transporting</w:t>
            </w:r>
          </w:p>
          <w:p w14:paraId="14D3D545" w14:textId="0A53F825" w:rsidR="00291D9B" w:rsidRDefault="00D96F32" w:rsidP="00D96F32">
            <w:pPr>
              <w:pStyle w:val="SIBulletList1"/>
            </w:pPr>
            <w:r w:rsidRPr="00D96F32">
              <w:t>identi</w:t>
            </w:r>
            <w:r w:rsidR="00291D9B">
              <w:t>fied standard size</w:t>
            </w:r>
            <w:r w:rsidRPr="00D96F32">
              <w:t xml:space="preserve"> materials using visual assessment or measurement processes</w:t>
            </w:r>
          </w:p>
          <w:p w14:paraId="6EB631E7" w14:textId="5B132F92" w:rsidR="00D96F32" w:rsidRPr="00D96F32" w:rsidRDefault="00D96F32" w:rsidP="00D96F32">
            <w:pPr>
              <w:pStyle w:val="SIBulletList1"/>
            </w:pPr>
            <w:r w:rsidRPr="00D96F32">
              <w:t>appl</w:t>
            </w:r>
            <w:r w:rsidR="00291D9B">
              <w:t>ied</w:t>
            </w:r>
            <w:r w:rsidRPr="00D96F32">
              <w:t xml:space="preserve"> protective strips to packs</w:t>
            </w:r>
          </w:p>
          <w:p w14:paraId="5EA56AD2" w14:textId="0A14E6FC" w:rsidR="00D96F32" w:rsidRPr="00D96F32" w:rsidRDefault="00D96F32" w:rsidP="00D96F32">
            <w:pPr>
              <w:pStyle w:val="SIBulletList1"/>
            </w:pPr>
            <w:r w:rsidRPr="00D96F32">
              <w:t>appl</w:t>
            </w:r>
            <w:r w:rsidR="00291D9B">
              <w:t>ied</w:t>
            </w:r>
            <w:r w:rsidRPr="00D96F32">
              <w:t xml:space="preserve"> wrapping to packs to prevent water penetration during storage and transportation</w:t>
            </w:r>
          </w:p>
          <w:p w14:paraId="0AFFD688" w14:textId="738D300D" w:rsidR="00D96F32" w:rsidRPr="00D96F32" w:rsidRDefault="00D96F32" w:rsidP="00D96F32">
            <w:pPr>
              <w:pStyle w:val="SIBulletList1"/>
            </w:pPr>
            <w:r w:rsidRPr="00D96F32">
              <w:t>strap</w:t>
            </w:r>
            <w:r w:rsidR="00291D9B">
              <w:t>ped</w:t>
            </w:r>
            <w:r w:rsidRPr="00D96F32">
              <w:t xml:space="preserve"> packs</w:t>
            </w:r>
          </w:p>
          <w:p w14:paraId="3F537752" w14:textId="72EE604D" w:rsidR="00556C4C" w:rsidRPr="000754EC" w:rsidRDefault="00D96F32" w:rsidP="00D96F32">
            <w:pPr>
              <w:pStyle w:val="SIBulletList1"/>
            </w:pPr>
            <w:r w:rsidRPr="00D96F32">
              <w:t>label</w:t>
            </w:r>
            <w:r w:rsidR="00291D9B">
              <w:t>led</w:t>
            </w:r>
            <w:r w:rsidRPr="00D96F32">
              <w:t xml:space="preserve"> packs ready for storage or transportation.</w:t>
            </w:r>
          </w:p>
        </w:tc>
      </w:tr>
    </w:tbl>
    <w:p w14:paraId="4E1E60B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8C3D0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70698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2A11ADF" w14:textId="77777777" w:rsidTr="00CA2922">
        <w:tc>
          <w:tcPr>
            <w:tcW w:w="5000" w:type="pct"/>
            <w:shd w:val="clear" w:color="auto" w:fill="auto"/>
          </w:tcPr>
          <w:p w14:paraId="57E85662" w14:textId="77777777" w:rsidR="0001781E" w:rsidRDefault="0001781E" w:rsidP="0001781E">
            <w:r w:rsidRPr="0001781E">
              <w:t xml:space="preserve">An individual must be able to demonstrate the knowledge required to perform the tasks outlined in the elements and performance criteria of this unit. This includes knowledge of: </w:t>
            </w:r>
          </w:p>
          <w:p w14:paraId="34F951F2" w14:textId="1F223F4C" w:rsidR="00EE3A6F" w:rsidRDefault="00EE3A6F" w:rsidP="00EE3A6F">
            <w:pPr>
              <w:pStyle w:val="SIBulletList1"/>
            </w:pPr>
            <w:r w:rsidRPr="00D96F32">
              <w:t xml:space="preserve">organisational policies and procedures </w:t>
            </w:r>
            <w:r>
              <w:t>relevant</w:t>
            </w:r>
            <w:r w:rsidRPr="00D96F32">
              <w:t xml:space="preserve"> to stacking and binding material:</w:t>
            </w:r>
          </w:p>
          <w:p w14:paraId="2857DB08" w14:textId="6A2CE0E7" w:rsidR="00D96F32" w:rsidRPr="00D96F32" w:rsidRDefault="00D96F32" w:rsidP="00D96F32">
            <w:pPr>
              <w:pStyle w:val="SIBulletList1"/>
            </w:pPr>
            <w:r w:rsidRPr="00D96F32">
              <w:t>methods of visual estimation, grading, colour identification and tagging of materials</w:t>
            </w:r>
            <w:r w:rsidR="00291D9B">
              <w:t>:</w:t>
            </w:r>
          </w:p>
          <w:p w14:paraId="4D7A8C03" w14:textId="77777777" w:rsidR="00D96F32" w:rsidRPr="00D96F32" w:rsidRDefault="00D96F32" w:rsidP="00D96F32">
            <w:pPr>
              <w:pStyle w:val="SIBulletList2"/>
            </w:pPr>
            <w:r w:rsidRPr="00D96F32">
              <w:t>sawn or dressed finished timber</w:t>
            </w:r>
          </w:p>
          <w:p w14:paraId="715A1B37" w14:textId="77777777" w:rsidR="00D96F32" w:rsidRPr="00D96F32" w:rsidRDefault="00D96F32" w:rsidP="00D96F32">
            <w:pPr>
              <w:pStyle w:val="SIBulletList2"/>
            </w:pPr>
            <w:r w:rsidRPr="00D96F32">
              <w:t>differing timber species</w:t>
            </w:r>
          </w:p>
          <w:p w14:paraId="28D2FBCD" w14:textId="77777777" w:rsidR="00D96F32" w:rsidRPr="00D96F32" w:rsidRDefault="00D96F32" w:rsidP="00D96F32">
            <w:pPr>
              <w:pStyle w:val="SIBulletList2"/>
            </w:pPr>
            <w:r w:rsidRPr="00D96F32">
              <w:t>preservative treated timber, including water borne preservatives and light organic solvent preservatives (LOSP)</w:t>
            </w:r>
          </w:p>
          <w:p w14:paraId="4112B3D3" w14:textId="2B3FBF01" w:rsidR="00D96F32" w:rsidRPr="00D96F32" w:rsidRDefault="00D96F32" w:rsidP="00D96F32">
            <w:pPr>
              <w:pStyle w:val="SIBulletList2"/>
            </w:pPr>
            <w:r w:rsidRPr="00D96F32">
              <w:t xml:space="preserve">panel </w:t>
            </w:r>
            <w:r w:rsidR="00AD366C">
              <w:t>products,</w:t>
            </w:r>
            <w:r w:rsidRPr="00D96F32">
              <w:t xml:space="preserve"> laminated veneer, chipboard, fibreboard, medium density fibreboard and boards made from material other than wood.</w:t>
            </w:r>
          </w:p>
          <w:p w14:paraId="05898304" w14:textId="77777777" w:rsidR="00D96F32" w:rsidRPr="00D96F32" w:rsidRDefault="00D96F32" w:rsidP="00D96F32">
            <w:pPr>
              <w:pStyle w:val="SIBulletList2"/>
            </w:pPr>
            <w:r w:rsidRPr="00D96F32">
              <w:t>panels with various treatments, coatings and hardware items</w:t>
            </w:r>
          </w:p>
          <w:p w14:paraId="0773F05F" w14:textId="77777777" w:rsidR="00D96F32" w:rsidRPr="00D96F32" w:rsidRDefault="00D96F32" w:rsidP="00D96F32">
            <w:pPr>
              <w:pStyle w:val="SIBulletList1"/>
            </w:pPr>
            <w:r w:rsidRPr="00D96F32">
              <w:t>range of industry standard lengths, cross sections, appearance grades and applicable terminology</w:t>
            </w:r>
          </w:p>
          <w:p w14:paraId="35431DCC" w14:textId="612E66F6" w:rsidR="00EE3A6F" w:rsidRDefault="000A22FC" w:rsidP="00D96F32">
            <w:pPr>
              <w:pStyle w:val="SIBulletList1"/>
            </w:pPr>
            <w:r>
              <w:t>operational and functional features</w:t>
            </w:r>
            <w:r w:rsidR="00D96F32" w:rsidRPr="00D96F32">
              <w:t xml:space="preserve"> of </w:t>
            </w:r>
            <w:r w:rsidR="00EE3A6F">
              <w:t xml:space="preserve">tools, </w:t>
            </w:r>
            <w:r w:rsidR="00D96F32" w:rsidRPr="00D96F32">
              <w:t xml:space="preserve">equipment </w:t>
            </w:r>
            <w:r w:rsidR="00EE3A6F">
              <w:t>and plant:</w:t>
            </w:r>
            <w:r w:rsidR="00D96F32" w:rsidRPr="00D96F32">
              <w:t xml:space="preserve"> </w:t>
            </w:r>
          </w:p>
          <w:p w14:paraId="05D91DAB" w14:textId="4C30C91A" w:rsidR="00D96F32" w:rsidRDefault="00EE3A6F" w:rsidP="00632060">
            <w:pPr>
              <w:pStyle w:val="SIBulletList2"/>
            </w:pPr>
            <w:r>
              <w:t xml:space="preserve">plant used for </w:t>
            </w:r>
            <w:r w:rsidR="000A22FC">
              <w:t>mechanically lift</w:t>
            </w:r>
            <w:r>
              <w:t>ing</w:t>
            </w:r>
            <w:r w:rsidR="000A22FC">
              <w:t xml:space="preserve"> and transport</w:t>
            </w:r>
            <w:r>
              <w:t>ing</w:t>
            </w:r>
            <w:r w:rsidR="00D96F32" w:rsidRPr="00D96F32">
              <w:t xml:space="preserve"> packs</w:t>
            </w:r>
          </w:p>
          <w:p w14:paraId="59827C10" w14:textId="65F6F9A2" w:rsidR="00EE3A6F" w:rsidRPr="00D96F32" w:rsidRDefault="00EE3A6F" w:rsidP="00632060">
            <w:pPr>
              <w:pStyle w:val="SIBulletList2"/>
            </w:pPr>
            <w:r>
              <w:t xml:space="preserve">equipment and tools used for </w:t>
            </w:r>
            <w:r w:rsidR="00ED613A">
              <w:t>binding materials</w:t>
            </w:r>
          </w:p>
          <w:p w14:paraId="33C1FE1A" w14:textId="64B16A4E" w:rsidR="00EE3A6F" w:rsidRDefault="00AD366C" w:rsidP="00EE3A6F">
            <w:pPr>
              <w:pStyle w:val="SIBulletList1"/>
            </w:pPr>
            <w:r>
              <w:t>workplace safety:</w:t>
            </w:r>
          </w:p>
          <w:p w14:paraId="08ED72C3" w14:textId="77777777" w:rsidR="00EE3A6F" w:rsidRDefault="00EE3A6F" w:rsidP="00632060">
            <w:pPr>
              <w:pStyle w:val="SIBulletList2"/>
            </w:pPr>
            <w:r>
              <w:t>erecting signs and exclusion zones</w:t>
            </w:r>
          </w:p>
          <w:p w14:paraId="75FA74B9" w14:textId="77777777" w:rsidR="00AD366C" w:rsidRDefault="00AD366C" w:rsidP="00632060">
            <w:pPr>
              <w:pStyle w:val="SIBulletList2"/>
            </w:pPr>
            <w:r>
              <w:t>safe work method statements (SWMS)</w:t>
            </w:r>
          </w:p>
          <w:p w14:paraId="4E832C1D" w14:textId="77777777" w:rsidR="00AD366C" w:rsidRDefault="00AD366C" w:rsidP="00632060">
            <w:pPr>
              <w:pStyle w:val="SIBulletList2"/>
            </w:pPr>
            <w:r>
              <w:t>exposure to excessive noise</w:t>
            </w:r>
          </w:p>
          <w:p w14:paraId="2CCCAE7E" w14:textId="77777777" w:rsidR="00AD366C" w:rsidRDefault="00AD366C" w:rsidP="00632060">
            <w:pPr>
              <w:pStyle w:val="SIBulletList2"/>
            </w:pPr>
            <w:r>
              <w:t>exposure to dust</w:t>
            </w:r>
          </w:p>
          <w:p w14:paraId="0B20CB6A" w14:textId="77777777" w:rsidR="006A4911" w:rsidRDefault="00AD366C" w:rsidP="00632060">
            <w:pPr>
              <w:pStyle w:val="SIBulletList2"/>
            </w:pPr>
            <w:r>
              <w:t>hazardo</w:t>
            </w:r>
            <w:r w:rsidR="006A4911">
              <w:t>us manual handling</w:t>
            </w:r>
          </w:p>
          <w:p w14:paraId="103DD12D" w14:textId="1B4920C0" w:rsidR="00AD366C" w:rsidRDefault="006A4911" w:rsidP="00632060">
            <w:pPr>
              <w:pStyle w:val="SIBulletList2"/>
            </w:pPr>
            <w:r>
              <w:t>plant and equipment</w:t>
            </w:r>
            <w:r w:rsidR="00AD366C">
              <w:t xml:space="preserve"> </w:t>
            </w:r>
          </w:p>
          <w:p w14:paraId="25E6E8C2" w14:textId="40875467" w:rsidR="000F716D" w:rsidRDefault="000F716D" w:rsidP="00D96F32">
            <w:pPr>
              <w:pStyle w:val="SIBulletList1"/>
            </w:pPr>
            <w:r>
              <w:t>processes and techniques of:</w:t>
            </w:r>
          </w:p>
          <w:p w14:paraId="7553E297" w14:textId="069FCD34" w:rsidR="00D96F32" w:rsidRDefault="00D96F32" w:rsidP="00632060">
            <w:pPr>
              <w:pStyle w:val="SIBulletList2"/>
            </w:pPr>
            <w:r w:rsidRPr="00D96F32">
              <w:t>build</w:t>
            </w:r>
            <w:r w:rsidR="000F716D">
              <w:t>ing</w:t>
            </w:r>
            <w:r w:rsidRPr="00D96F32">
              <w:t>, wrap</w:t>
            </w:r>
            <w:r w:rsidR="000F716D">
              <w:t>ping</w:t>
            </w:r>
            <w:r w:rsidRPr="00D96F32">
              <w:t xml:space="preserve"> and strap</w:t>
            </w:r>
            <w:r w:rsidR="000F716D">
              <w:t>ping timber</w:t>
            </w:r>
            <w:r w:rsidRPr="00D96F32">
              <w:t xml:space="preserve"> packs</w:t>
            </w:r>
          </w:p>
          <w:p w14:paraId="6D77FCCC" w14:textId="064B500C" w:rsidR="00EE3A6F" w:rsidRDefault="00EE3A6F" w:rsidP="00632060">
            <w:pPr>
              <w:pStyle w:val="SIBulletList2"/>
            </w:pPr>
            <w:r>
              <w:t>communicating and reporting</w:t>
            </w:r>
          </w:p>
          <w:p w14:paraId="0E21D907" w14:textId="77777777" w:rsidR="00EE3A6F" w:rsidRPr="00D96F32" w:rsidRDefault="00EE3A6F" w:rsidP="00EE3A6F">
            <w:pPr>
              <w:pStyle w:val="SIBulletList2"/>
            </w:pPr>
            <w:r w:rsidRPr="00D96F32">
              <w:t>recording and reporting production outcomes and equipment faults</w:t>
            </w:r>
          </w:p>
          <w:p w14:paraId="438FA068" w14:textId="77777777" w:rsidR="00EE3A6F" w:rsidRDefault="00EE3A6F" w:rsidP="00EE3A6F">
            <w:pPr>
              <w:pStyle w:val="SIBulletList2"/>
            </w:pPr>
            <w:r w:rsidRPr="00D96F32">
              <w:t>labelling products for identification</w:t>
            </w:r>
          </w:p>
          <w:p w14:paraId="3BC36E39" w14:textId="407D3A42" w:rsidR="00EE3A6F" w:rsidRPr="00D96F32" w:rsidRDefault="00EE3A6F" w:rsidP="00EE3A6F">
            <w:pPr>
              <w:pStyle w:val="SIBulletList2"/>
            </w:pPr>
            <w:r>
              <w:t>selecting correct bearer dimension</w:t>
            </w:r>
          </w:p>
          <w:p w14:paraId="40951706" w14:textId="09F8922A" w:rsidR="00D3333F" w:rsidRPr="000754EC" w:rsidRDefault="00EE3A6F" w:rsidP="00632060">
            <w:pPr>
              <w:pStyle w:val="SIBulletList1"/>
            </w:pPr>
            <w:r>
              <w:t xml:space="preserve">workplace and environmental requirements for </w:t>
            </w:r>
            <w:r w:rsidR="00D96F32" w:rsidRPr="00D96F32">
              <w:t xml:space="preserve">disposing </w:t>
            </w:r>
            <w:r>
              <w:t>waste</w:t>
            </w:r>
            <w:r w:rsidR="00D96F32" w:rsidRPr="00D96F32">
              <w:t>.</w:t>
            </w:r>
          </w:p>
        </w:tc>
      </w:tr>
    </w:tbl>
    <w:p w14:paraId="6990A0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F50A4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73A10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65755A9" w14:textId="77777777" w:rsidTr="00CA2922">
        <w:tc>
          <w:tcPr>
            <w:tcW w:w="5000" w:type="pct"/>
            <w:shd w:val="clear" w:color="auto" w:fill="auto"/>
          </w:tcPr>
          <w:p w14:paraId="18EAE7CA" w14:textId="77777777" w:rsidR="00A67659" w:rsidRDefault="00A67659" w:rsidP="00A67659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06CAF9D1" w14:textId="77777777" w:rsidR="00A67659" w:rsidRDefault="00A67659" w:rsidP="00A67659">
            <w:pPr>
              <w:pStyle w:val="SIBulletList1"/>
            </w:pPr>
            <w:r>
              <w:t>physical conditions:</w:t>
            </w:r>
          </w:p>
          <w:p w14:paraId="33DE7AB4" w14:textId="2686FF54" w:rsidR="00A67659" w:rsidRPr="001A46FE" w:rsidRDefault="00A70F84" w:rsidP="00A67659">
            <w:pPr>
              <w:pStyle w:val="SIBulletList2"/>
            </w:pPr>
            <w:r>
              <w:t>skills must be demonstrated</w:t>
            </w:r>
            <w:r w:rsidR="00A67659" w:rsidRPr="001A46FE">
              <w:t xml:space="preserve"> in the workplace or </w:t>
            </w:r>
            <w:r w:rsidR="0001781E">
              <w:t xml:space="preserve">an </w:t>
            </w:r>
            <w:r w:rsidR="00A67659" w:rsidRPr="001A46FE">
              <w:t xml:space="preserve">environment that accurately </w:t>
            </w:r>
            <w:r w:rsidR="0001781E">
              <w:t>represents workplace conditions</w:t>
            </w:r>
          </w:p>
          <w:p w14:paraId="79161292" w14:textId="77777777" w:rsidR="00A67659" w:rsidRDefault="00A67659" w:rsidP="00A67659">
            <w:pPr>
              <w:pStyle w:val="SIBulletList1"/>
            </w:pPr>
            <w:r>
              <w:t>resources, equipment and materials:</w:t>
            </w:r>
          </w:p>
          <w:p w14:paraId="5ED35A4E" w14:textId="12E21E7D" w:rsidR="00A67659" w:rsidRPr="00C219A1" w:rsidRDefault="00C012D6" w:rsidP="00632060">
            <w:pPr>
              <w:pStyle w:val="SIBulletList2"/>
            </w:pPr>
            <w:r>
              <w:t>products and equipment to stack, bind and protect contents</w:t>
            </w:r>
          </w:p>
          <w:p w14:paraId="3F1BEB22" w14:textId="02FA8C46" w:rsidR="00A67659" w:rsidRPr="00C219A1" w:rsidRDefault="00C012D6" w:rsidP="00A67659">
            <w:pPr>
              <w:pStyle w:val="SIBulletList1"/>
            </w:pPr>
            <w:r>
              <w:t>specifications:</w:t>
            </w:r>
          </w:p>
          <w:p w14:paraId="12F5BC51" w14:textId="77777777" w:rsidR="00C012D6" w:rsidRDefault="00A67659" w:rsidP="00632060">
            <w:pPr>
              <w:pStyle w:val="SIBulletList2"/>
            </w:pPr>
            <w:r w:rsidRPr="00C219A1">
              <w:t>organisational policies and procedures</w:t>
            </w:r>
          </w:p>
          <w:p w14:paraId="1B22FD21" w14:textId="5818E1DC" w:rsidR="00A67659" w:rsidRPr="00C219A1" w:rsidRDefault="00C012D6" w:rsidP="00632060">
            <w:pPr>
              <w:pStyle w:val="SIBulletList2"/>
            </w:pPr>
            <w:r>
              <w:lastRenderedPageBreak/>
              <w:t>workplace safety and environmental documentation</w:t>
            </w:r>
          </w:p>
          <w:p w14:paraId="28558BEB" w14:textId="77777777" w:rsidR="00A67659" w:rsidRDefault="00A67659" w:rsidP="00A67659">
            <w:pPr>
              <w:pStyle w:val="SIBulletList1"/>
              <w:numPr>
                <w:ilvl w:val="0"/>
                <w:numId w:val="0"/>
              </w:numPr>
            </w:pPr>
          </w:p>
          <w:p w14:paraId="539215B3" w14:textId="3359E3A9" w:rsidR="00F1480E" w:rsidRPr="00255C67" w:rsidRDefault="00A67659" w:rsidP="00632060">
            <w:r>
              <w:rPr>
                <w:rFonts w:eastAsiaTheme="minorHAnsi"/>
                <w:lang w:val="en-GB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F7E01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C13ABB1" w14:textId="77777777" w:rsidTr="004679E3">
        <w:tc>
          <w:tcPr>
            <w:tcW w:w="990" w:type="pct"/>
            <w:shd w:val="clear" w:color="auto" w:fill="auto"/>
          </w:tcPr>
          <w:p w14:paraId="201A9AC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7B1C61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3A099130" w14:textId="0C1E1F5D" w:rsidR="00F1480E" w:rsidRPr="000754EC" w:rsidRDefault="006429BF" w:rsidP="000754EC">
            <w:pPr>
              <w:pStyle w:val="SIText"/>
            </w:pPr>
            <w:r w:rsidRPr="006429BF">
              <w:t>https://vetnet.gov.au/Pages/TrainingDocs.aspx?q=0d96fe23-5747-4c01-9d6f-3509ff8d3d47</w:t>
            </w:r>
          </w:p>
        </w:tc>
      </w:tr>
    </w:tbl>
    <w:p w14:paraId="39AE6331" w14:textId="77777777" w:rsidR="00F1480E" w:rsidRDefault="00F1480E" w:rsidP="005F771F">
      <w:pPr>
        <w:pStyle w:val="SIText"/>
      </w:pPr>
    </w:p>
    <w:p w14:paraId="722029FC" w14:textId="77777777" w:rsidR="00AB5133" w:rsidRDefault="00AB5133">
      <w:pPr>
        <w:pStyle w:val="SIText"/>
      </w:pPr>
      <w:bookmarkStart w:id="0" w:name="_GoBack"/>
      <w:bookmarkEnd w:id="0"/>
    </w:p>
    <w:sectPr w:rsidR="00AB5133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120384" w14:textId="77777777" w:rsidR="000F0115" w:rsidRDefault="000F0115" w:rsidP="00BF3F0A">
      <w:r>
        <w:separator/>
      </w:r>
    </w:p>
    <w:p w14:paraId="3B1DC814" w14:textId="77777777" w:rsidR="000F0115" w:rsidRDefault="000F0115"/>
  </w:endnote>
  <w:endnote w:type="continuationSeparator" w:id="0">
    <w:p w14:paraId="6829E4F4" w14:textId="77777777" w:rsidR="000F0115" w:rsidRDefault="000F0115" w:rsidP="00BF3F0A">
      <w:r>
        <w:continuationSeparator/>
      </w:r>
    </w:p>
    <w:p w14:paraId="2A4158EF" w14:textId="77777777" w:rsidR="000F0115" w:rsidRDefault="000F011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847128" w14:textId="77777777" w:rsidR="00632060" w:rsidRDefault="0063206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32AD00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771A5">
          <w:rPr>
            <w:noProof/>
          </w:rPr>
          <w:t>4</w:t>
        </w:r>
        <w:r w:rsidRPr="000754EC">
          <w:fldChar w:fldCharType="end"/>
        </w:r>
      </w:p>
      <w:p w14:paraId="3C7AB70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ACBE992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246DD5" w14:textId="77777777" w:rsidR="00632060" w:rsidRDefault="0063206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8F994A" w14:textId="77777777" w:rsidR="000F0115" w:rsidRDefault="000F0115" w:rsidP="00BF3F0A">
      <w:r>
        <w:separator/>
      </w:r>
    </w:p>
    <w:p w14:paraId="10F87F35" w14:textId="77777777" w:rsidR="000F0115" w:rsidRDefault="000F0115"/>
  </w:footnote>
  <w:footnote w:type="continuationSeparator" w:id="0">
    <w:p w14:paraId="0D815FCB" w14:textId="77777777" w:rsidR="000F0115" w:rsidRDefault="000F0115" w:rsidP="00BF3F0A">
      <w:r>
        <w:continuationSeparator/>
      </w:r>
    </w:p>
    <w:p w14:paraId="37449CCA" w14:textId="77777777" w:rsidR="000F0115" w:rsidRDefault="000F011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75AA64" w14:textId="77777777" w:rsidR="00632060" w:rsidRDefault="0063206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90A6E" w14:textId="327B67A2" w:rsidR="009C2650" w:rsidRPr="00D96F32" w:rsidRDefault="00D96F32" w:rsidP="00D96F32">
    <w:r w:rsidRPr="00D96F32">
      <w:t>FWPCOT2</w:t>
    </w:r>
    <w:r w:rsidR="00632060">
      <w:t>XXX</w:t>
    </w:r>
    <w:r w:rsidRPr="00D96F32">
      <w:t xml:space="preserve"> Stack and bind material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F81287" w14:textId="77777777" w:rsidR="00632060" w:rsidRDefault="0063206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UxNDY2NzYwtzC0NDVR0lEKTi0uzszPAykwrAUABlrE9iwAAAA="/>
  </w:docVars>
  <w:rsids>
    <w:rsidRoot w:val="00AB5133"/>
    <w:rsid w:val="000014B9"/>
    <w:rsid w:val="00005A15"/>
    <w:rsid w:val="0001108F"/>
    <w:rsid w:val="000115E2"/>
    <w:rsid w:val="000126D0"/>
    <w:rsid w:val="0001296A"/>
    <w:rsid w:val="00016803"/>
    <w:rsid w:val="0001781E"/>
    <w:rsid w:val="00023992"/>
    <w:rsid w:val="000275AE"/>
    <w:rsid w:val="00033BE5"/>
    <w:rsid w:val="00041E59"/>
    <w:rsid w:val="000432A8"/>
    <w:rsid w:val="00051304"/>
    <w:rsid w:val="00061C9B"/>
    <w:rsid w:val="00064BFE"/>
    <w:rsid w:val="00065781"/>
    <w:rsid w:val="00070B3E"/>
    <w:rsid w:val="00071F95"/>
    <w:rsid w:val="000737BB"/>
    <w:rsid w:val="00074E47"/>
    <w:rsid w:val="000754EC"/>
    <w:rsid w:val="0009093B"/>
    <w:rsid w:val="00093798"/>
    <w:rsid w:val="000A22FC"/>
    <w:rsid w:val="000A5441"/>
    <w:rsid w:val="000C149A"/>
    <w:rsid w:val="000C224E"/>
    <w:rsid w:val="000E1E36"/>
    <w:rsid w:val="000E25E6"/>
    <w:rsid w:val="000E2C86"/>
    <w:rsid w:val="000E3F77"/>
    <w:rsid w:val="000F0115"/>
    <w:rsid w:val="000F29F2"/>
    <w:rsid w:val="000F48EB"/>
    <w:rsid w:val="000F716D"/>
    <w:rsid w:val="00101659"/>
    <w:rsid w:val="00105AEA"/>
    <w:rsid w:val="001078BF"/>
    <w:rsid w:val="001276A7"/>
    <w:rsid w:val="00130107"/>
    <w:rsid w:val="00133957"/>
    <w:rsid w:val="001372F6"/>
    <w:rsid w:val="00144385"/>
    <w:rsid w:val="00146EEC"/>
    <w:rsid w:val="00151D55"/>
    <w:rsid w:val="00151D93"/>
    <w:rsid w:val="00156EF3"/>
    <w:rsid w:val="00175E81"/>
    <w:rsid w:val="001766A1"/>
    <w:rsid w:val="00176E4F"/>
    <w:rsid w:val="0018546B"/>
    <w:rsid w:val="00195F2D"/>
    <w:rsid w:val="001A46FE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4EF8"/>
    <w:rsid w:val="001F2BA5"/>
    <w:rsid w:val="001F308D"/>
    <w:rsid w:val="001F7F80"/>
    <w:rsid w:val="00201A7C"/>
    <w:rsid w:val="0021210E"/>
    <w:rsid w:val="0021414D"/>
    <w:rsid w:val="00223124"/>
    <w:rsid w:val="00233143"/>
    <w:rsid w:val="00234444"/>
    <w:rsid w:val="00242293"/>
    <w:rsid w:val="00244EA7"/>
    <w:rsid w:val="00255C67"/>
    <w:rsid w:val="00262FC3"/>
    <w:rsid w:val="0026394F"/>
    <w:rsid w:val="00267AF6"/>
    <w:rsid w:val="002713B9"/>
    <w:rsid w:val="002722FC"/>
    <w:rsid w:val="00276DB8"/>
    <w:rsid w:val="00277401"/>
    <w:rsid w:val="00282664"/>
    <w:rsid w:val="00285FB8"/>
    <w:rsid w:val="00291D9B"/>
    <w:rsid w:val="002970C3"/>
    <w:rsid w:val="002A4CD3"/>
    <w:rsid w:val="002A6CC4"/>
    <w:rsid w:val="002C55E9"/>
    <w:rsid w:val="002D0C8B"/>
    <w:rsid w:val="002D330A"/>
    <w:rsid w:val="002D3E63"/>
    <w:rsid w:val="002E170C"/>
    <w:rsid w:val="002E193E"/>
    <w:rsid w:val="002E7FE1"/>
    <w:rsid w:val="002F7B20"/>
    <w:rsid w:val="00305EFF"/>
    <w:rsid w:val="00310A6A"/>
    <w:rsid w:val="003144E6"/>
    <w:rsid w:val="00332E74"/>
    <w:rsid w:val="00337E82"/>
    <w:rsid w:val="00337F69"/>
    <w:rsid w:val="003404AD"/>
    <w:rsid w:val="00346FDC"/>
    <w:rsid w:val="00350BB1"/>
    <w:rsid w:val="00352C83"/>
    <w:rsid w:val="00365CD6"/>
    <w:rsid w:val="00366805"/>
    <w:rsid w:val="0037067D"/>
    <w:rsid w:val="00373436"/>
    <w:rsid w:val="00381BE8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3173"/>
    <w:rsid w:val="00434366"/>
    <w:rsid w:val="00434ECE"/>
    <w:rsid w:val="00444423"/>
    <w:rsid w:val="00452F3E"/>
    <w:rsid w:val="004640AE"/>
    <w:rsid w:val="004679E3"/>
    <w:rsid w:val="00475172"/>
    <w:rsid w:val="004758B0"/>
    <w:rsid w:val="0048223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1A9"/>
    <w:rsid w:val="004D1569"/>
    <w:rsid w:val="004D44B1"/>
    <w:rsid w:val="004E0460"/>
    <w:rsid w:val="004E1579"/>
    <w:rsid w:val="004E5FAE"/>
    <w:rsid w:val="004E6245"/>
    <w:rsid w:val="004E6741"/>
    <w:rsid w:val="004E7094"/>
    <w:rsid w:val="004F4930"/>
    <w:rsid w:val="004F5DC7"/>
    <w:rsid w:val="004F78DA"/>
    <w:rsid w:val="00502F9B"/>
    <w:rsid w:val="00503654"/>
    <w:rsid w:val="005145AB"/>
    <w:rsid w:val="00520E9A"/>
    <w:rsid w:val="005240E7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5A26"/>
    <w:rsid w:val="005A6C9C"/>
    <w:rsid w:val="005A74DC"/>
    <w:rsid w:val="005B3738"/>
    <w:rsid w:val="005B5146"/>
    <w:rsid w:val="005D1AFD"/>
    <w:rsid w:val="005E51E6"/>
    <w:rsid w:val="005F027A"/>
    <w:rsid w:val="005F33CC"/>
    <w:rsid w:val="005F771F"/>
    <w:rsid w:val="005F7DC6"/>
    <w:rsid w:val="006121D4"/>
    <w:rsid w:val="00613B49"/>
    <w:rsid w:val="00615134"/>
    <w:rsid w:val="00616845"/>
    <w:rsid w:val="00620E8E"/>
    <w:rsid w:val="00632060"/>
    <w:rsid w:val="00633CFE"/>
    <w:rsid w:val="00634FCA"/>
    <w:rsid w:val="006429BF"/>
    <w:rsid w:val="00643D1B"/>
    <w:rsid w:val="006452B8"/>
    <w:rsid w:val="006464A5"/>
    <w:rsid w:val="00652E62"/>
    <w:rsid w:val="00686A49"/>
    <w:rsid w:val="00687B62"/>
    <w:rsid w:val="00690C44"/>
    <w:rsid w:val="006969D9"/>
    <w:rsid w:val="006A2B68"/>
    <w:rsid w:val="006A4911"/>
    <w:rsid w:val="006B651A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47EA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7103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3372"/>
    <w:rsid w:val="007C3ECE"/>
    <w:rsid w:val="007D5A78"/>
    <w:rsid w:val="007E3BD1"/>
    <w:rsid w:val="007E45EA"/>
    <w:rsid w:val="007F1563"/>
    <w:rsid w:val="007F1EB2"/>
    <w:rsid w:val="007F44DB"/>
    <w:rsid w:val="007F5A8B"/>
    <w:rsid w:val="00817D51"/>
    <w:rsid w:val="008202C2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138D"/>
    <w:rsid w:val="00865011"/>
    <w:rsid w:val="00886790"/>
    <w:rsid w:val="008908DE"/>
    <w:rsid w:val="008A12ED"/>
    <w:rsid w:val="008A39D3"/>
    <w:rsid w:val="008A479A"/>
    <w:rsid w:val="008B2C77"/>
    <w:rsid w:val="008B4AD2"/>
    <w:rsid w:val="008B7138"/>
    <w:rsid w:val="008B7B97"/>
    <w:rsid w:val="008D7A7B"/>
    <w:rsid w:val="008E260C"/>
    <w:rsid w:val="008E39BE"/>
    <w:rsid w:val="008E62EC"/>
    <w:rsid w:val="008E7ECB"/>
    <w:rsid w:val="008F32F6"/>
    <w:rsid w:val="0091548A"/>
    <w:rsid w:val="00916CD7"/>
    <w:rsid w:val="00920927"/>
    <w:rsid w:val="00921B38"/>
    <w:rsid w:val="00923720"/>
    <w:rsid w:val="009278C9"/>
    <w:rsid w:val="00927FA3"/>
    <w:rsid w:val="00932CD7"/>
    <w:rsid w:val="009437F0"/>
    <w:rsid w:val="00944C09"/>
    <w:rsid w:val="009527CB"/>
    <w:rsid w:val="00953835"/>
    <w:rsid w:val="00960F6C"/>
    <w:rsid w:val="009659AF"/>
    <w:rsid w:val="00970747"/>
    <w:rsid w:val="00973DD4"/>
    <w:rsid w:val="00997BFC"/>
    <w:rsid w:val="009A5900"/>
    <w:rsid w:val="009A6E6C"/>
    <w:rsid w:val="009A6F3F"/>
    <w:rsid w:val="009B331A"/>
    <w:rsid w:val="009B56AC"/>
    <w:rsid w:val="009C2650"/>
    <w:rsid w:val="009C2CE6"/>
    <w:rsid w:val="009D15E2"/>
    <w:rsid w:val="009D15FE"/>
    <w:rsid w:val="009D5D2C"/>
    <w:rsid w:val="009F0DCC"/>
    <w:rsid w:val="009F11CA"/>
    <w:rsid w:val="009F44A7"/>
    <w:rsid w:val="00A0695B"/>
    <w:rsid w:val="00A13052"/>
    <w:rsid w:val="00A216A8"/>
    <w:rsid w:val="00A223A6"/>
    <w:rsid w:val="00A22BAE"/>
    <w:rsid w:val="00A3639E"/>
    <w:rsid w:val="00A5092E"/>
    <w:rsid w:val="00A554D6"/>
    <w:rsid w:val="00A56E14"/>
    <w:rsid w:val="00A5719B"/>
    <w:rsid w:val="00A62710"/>
    <w:rsid w:val="00A6476B"/>
    <w:rsid w:val="00A67659"/>
    <w:rsid w:val="00A70F84"/>
    <w:rsid w:val="00A76C6C"/>
    <w:rsid w:val="00A771A5"/>
    <w:rsid w:val="00A8272D"/>
    <w:rsid w:val="00A86205"/>
    <w:rsid w:val="00A87356"/>
    <w:rsid w:val="00A92DD1"/>
    <w:rsid w:val="00AA5338"/>
    <w:rsid w:val="00AB1B8E"/>
    <w:rsid w:val="00AB5133"/>
    <w:rsid w:val="00AC0696"/>
    <w:rsid w:val="00AC4C98"/>
    <w:rsid w:val="00AC5F6B"/>
    <w:rsid w:val="00AD366C"/>
    <w:rsid w:val="00AD3896"/>
    <w:rsid w:val="00AD3EDC"/>
    <w:rsid w:val="00AD5B47"/>
    <w:rsid w:val="00AE1ED9"/>
    <w:rsid w:val="00AE32CB"/>
    <w:rsid w:val="00AF3957"/>
    <w:rsid w:val="00B047B1"/>
    <w:rsid w:val="00B0712C"/>
    <w:rsid w:val="00B12013"/>
    <w:rsid w:val="00B20889"/>
    <w:rsid w:val="00B22C67"/>
    <w:rsid w:val="00B26EFA"/>
    <w:rsid w:val="00B3508F"/>
    <w:rsid w:val="00B4303C"/>
    <w:rsid w:val="00B443EE"/>
    <w:rsid w:val="00B5047B"/>
    <w:rsid w:val="00B54507"/>
    <w:rsid w:val="00B560C8"/>
    <w:rsid w:val="00B61150"/>
    <w:rsid w:val="00B65BC7"/>
    <w:rsid w:val="00B746B9"/>
    <w:rsid w:val="00B848D4"/>
    <w:rsid w:val="00B865B7"/>
    <w:rsid w:val="00B920BC"/>
    <w:rsid w:val="00BA1CB1"/>
    <w:rsid w:val="00BA4178"/>
    <w:rsid w:val="00BA482D"/>
    <w:rsid w:val="00BB1755"/>
    <w:rsid w:val="00BB23F4"/>
    <w:rsid w:val="00BC5075"/>
    <w:rsid w:val="00BC5419"/>
    <w:rsid w:val="00BD2D15"/>
    <w:rsid w:val="00BD3B0F"/>
    <w:rsid w:val="00BE5259"/>
    <w:rsid w:val="00BF1D4C"/>
    <w:rsid w:val="00BF3F0A"/>
    <w:rsid w:val="00C012D6"/>
    <w:rsid w:val="00C143C3"/>
    <w:rsid w:val="00C1739B"/>
    <w:rsid w:val="00C21ADE"/>
    <w:rsid w:val="00C26067"/>
    <w:rsid w:val="00C30A29"/>
    <w:rsid w:val="00C317DC"/>
    <w:rsid w:val="00C37D70"/>
    <w:rsid w:val="00C43DFA"/>
    <w:rsid w:val="00C578E9"/>
    <w:rsid w:val="00C70626"/>
    <w:rsid w:val="00C7108D"/>
    <w:rsid w:val="00C72860"/>
    <w:rsid w:val="00C73582"/>
    <w:rsid w:val="00C73B90"/>
    <w:rsid w:val="00C742EC"/>
    <w:rsid w:val="00C96AF3"/>
    <w:rsid w:val="00C97CCC"/>
    <w:rsid w:val="00CA0274"/>
    <w:rsid w:val="00CA45BE"/>
    <w:rsid w:val="00CB746F"/>
    <w:rsid w:val="00CC451E"/>
    <w:rsid w:val="00CD4E9D"/>
    <w:rsid w:val="00CD4F4D"/>
    <w:rsid w:val="00CE53BB"/>
    <w:rsid w:val="00CE7D19"/>
    <w:rsid w:val="00CF0CF5"/>
    <w:rsid w:val="00CF2B3E"/>
    <w:rsid w:val="00D0201F"/>
    <w:rsid w:val="00D03685"/>
    <w:rsid w:val="00D07D4E"/>
    <w:rsid w:val="00D115AA"/>
    <w:rsid w:val="00D119DD"/>
    <w:rsid w:val="00D145BE"/>
    <w:rsid w:val="00D2035A"/>
    <w:rsid w:val="00D20C57"/>
    <w:rsid w:val="00D25D16"/>
    <w:rsid w:val="00D32124"/>
    <w:rsid w:val="00D3333F"/>
    <w:rsid w:val="00D54C76"/>
    <w:rsid w:val="00D71E43"/>
    <w:rsid w:val="00D727F3"/>
    <w:rsid w:val="00D73695"/>
    <w:rsid w:val="00D810DE"/>
    <w:rsid w:val="00D87D32"/>
    <w:rsid w:val="00D91188"/>
    <w:rsid w:val="00D916E2"/>
    <w:rsid w:val="00D92C83"/>
    <w:rsid w:val="00D96F32"/>
    <w:rsid w:val="00DA0A81"/>
    <w:rsid w:val="00DA3C10"/>
    <w:rsid w:val="00DA53B5"/>
    <w:rsid w:val="00DA5575"/>
    <w:rsid w:val="00DA662B"/>
    <w:rsid w:val="00DA6C3B"/>
    <w:rsid w:val="00DC1D69"/>
    <w:rsid w:val="00DC5A3A"/>
    <w:rsid w:val="00DD0726"/>
    <w:rsid w:val="00E20152"/>
    <w:rsid w:val="00E238E6"/>
    <w:rsid w:val="00E30FD5"/>
    <w:rsid w:val="00E35064"/>
    <w:rsid w:val="00E3681D"/>
    <w:rsid w:val="00E40225"/>
    <w:rsid w:val="00E501F0"/>
    <w:rsid w:val="00E530BA"/>
    <w:rsid w:val="00E6166D"/>
    <w:rsid w:val="00E91BFF"/>
    <w:rsid w:val="00E92933"/>
    <w:rsid w:val="00E94FAD"/>
    <w:rsid w:val="00EA6A09"/>
    <w:rsid w:val="00EB0AA4"/>
    <w:rsid w:val="00EB5C88"/>
    <w:rsid w:val="00EC0469"/>
    <w:rsid w:val="00EC2837"/>
    <w:rsid w:val="00ED613A"/>
    <w:rsid w:val="00EE3A6F"/>
    <w:rsid w:val="00EE5F47"/>
    <w:rsid w:val="00EF01F8"/>
    <w:rsid w:val="00EF40EF"/>
    <w:rsid w:val="00EF47FE"/>
    <w:rsid w:val="00F022B9"/>
    <w:rsid w:val="00F069BD"/>
    <w:rsid w:val="00F1480E"/>
    <w:rsid w:val="00F1497D"/>
    <w:rsid w:val="00F16AAC"/>
    <w:rsid w:val="00F26453"/>
    <w:rsid w:val="00F33FF2"/>
    <w:rsid w:val="00F35A48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775FC"/>
    <w:rsid w:val="00F83D7C"/>
    <w:rsid w:val="00FB232E"/>
    <w:rsid w:val="00FD1230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D06AF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D119D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File_x0020_Category xmlns="1e2bdb2b-981f-4d38-b0f7-a8d047f128d0">Templates</File_x0020_Categor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F423F45C45AE439DD1F038D3BD761A" ma:contentTypeVersion="" ma:contentTypeDescription="Create a new document." ma:contentTypeScope="" ma:versionID="6e87ee63a253640313ce20382b0598e1">
  <xsd:schema xmlns:xsd="http://www.w3.org/2001/XMLSchema" xmlns:xs="http://www.w3.org/2001/XMLSchema" xmlns:p="http://schemas.microsoft.com/office/2006/metadata/properties" xmlns:ns1="http://schemas.microsoft.com/sharepoint/v3" xmlns:ns2="1e2bdb2b-981f-4d38-b0f7-a8d047f128d0" targetNamespace="http://schemas.microsoft.com/office/2006/metadata/properties" ma:root="true" ma:fieldsID="9bf962b94e7736fa4b431a9e43b81b32" ns1:_="" ns2:_="">
    <xsd:import namespace="http://schemas.microsoft.com/sharepoint/v3"/>
    <xsd:import namespace="1e2bdb2b-981f-4d38-b0f7-a8d047f128d0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bdb2b-981f-4d38-b0f7-a8d047f128d0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File Category" ma:format="Dropdown" ma:internalName="File_x0020_Category">
      <xsd:simpleType>
        <xsd:restriction base="dms:Choice">
          <xsd:enumeration value="Face to Face Workshops"/>
          <xsd:enumeration value="Functional Analysis"/>
          <xsd:enumeration value="Mapping"/>
          <xsd:enumeration value="Project Documents"/>
          <xsd:enumeration value="Research"/>
          <xsd:enumeration value="SME Documents"/>
          <xsd:enumeration value="Support/Finalisation"/>
          <xsd:enumeration value="Template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3.xml><?xml version="1.0" encoding="utf-8"?>
<ds:datastoreItem xmlns:ds="http://schemas.openxmlformats.org/officeDocument/2006/customXml" ds:itemID="{5E1EF108-286E-44C0-9BA3-03616A89D7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2bdb2b-981f-4d38-b0f7-a8d047f128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50A5E6-9CF5-4F28-B8DD-D4BD30E07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</Template>
  <TotalTime>178</TotalTime>
  <Pages>4</Pages>
  <Words>1007</Words>
  <Characters>5741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34</cp:revision>
  <cp:lastPrinted>2016-05-27T05:21:00Z</cp:lastPrinted>
  <dcterms:created xsi:type="dcterms:W3CDTF">2019-07-21T23:08:00Z</dcterms:created>
  <dcterms:modified xsi:type="dcterms:W3CDTF">2020-02-05T21:57:00Z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0x010100D5F423F45C45AE439DD1F038D3BD761A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true</vt:bool>
  </property>
  <property fmtid="{D5CDD505-2E9C-101B-9397-08002B2CF9AE}" pid="21" name="xd_ProgID">
    <vt:lpwstr/>
  </property>
  <property fmtid="{D5CDD505-2E9C-101B-9397-08002B2CF9AE}" pid="22" name="_SourceUrl">
    <vt:lpwstr/>
  </property>
  <property fmtid="{D5CDD505-2E9C-101B-9397-08002B2CF9AE}" pid="23" name="_SharedFileIndex">
    <vt:lpwstr/>
  </property>
  <property fmtid="{D5CDD505-2E9C-101B-9397-08002B2CF9AE}" pid="24" name="TemplateUrl">
    <vt:lpwstr/>
  </property>
  <property fmtid="{D5CDD505-2E9C-101B-9397-08002B2CF9AE}" pid="25" name="ComplianceAssetId">
    <vt:lpwstr/>
  </property>
</Properties>
</file>